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CD645B" w:rsidP="00EE75D3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CD645B" w:rsidP="00EE75D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75D3">
              <w:rPr>
                <w:rFonts w:ascii="Arial" w:hAnsi="Arial" w:cs="Arial"/>
                <w:sz w:val="18"/>
                <w:szCs w:val="18"/>
              </w:rPr>
              <w:t>40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CD645B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EE75D3">
              <w:rPr>
                <w:rFonts w:ascii="Arial" w:hAnsi="Arial" w:cs="Arial"/>
                <w:noProof/>
                <w:sz w:val="18"/>
                <w:szCs w:val="18"/>
              </w:rPr>
              <w:t>Monday, 6 July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CD645B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E75D3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Early venous eczema and swelling left leg, probable venous reflux.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E75D3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4507230</wp:posOffset>
                      </wp:positionH>
                      <wp:positionV relativeFrom="paragraph">
                        <wp:posOffset>2265045</wp:posOffset>
                      </wp:positionV>
                      <wp:extent cx="92075" cy="2052320"/>
                      <wp:effectExtent l="17145" t="19685" r="14605" b="23495"/>
                      <wp:wrapNone/>
                      <wp:docPr id="51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075" cy="2052320"/>
                              </a:xfrm>
                              <a:custGeom>
                                <a:avLst/>
                                <a:gdLst>
                                  <a:gd name="T0" fmla="*/ 88 w 145"/>
                                  <a:gd name="T1" fmla="*/ 0 h 3232"/>
                                  <a:gd name="T2" fmla="*/ 8 w 145"/>
                                  <a:gd name="T3" fmla="*/ 264 h 3232"/>
                                  <a:gd name="T4" fmla="*/ 40 w 145"/>
                                  <a:gd name="T5" fmla="*/ 728 h 3232"/>
                                  <a:gd name="T6" fmla="*/ 128 w 145"/>
                                  <a:gd name="T7" fmla="*/ 1496 h 3232"/>
                                  <a:gd name="T8" fmla="*/ 144 w 145"/>
                                  <a:gd name="T9" fmla="*/ 2312 h 3232"/>
                                  <a:gd name="T10" fmla="*/ 128 w 145"/>
                                  <a:gd name="T11" fmla="*/ 2776 h 3232"/>
                                  <a:gd name="T12" fmla="*/ 72 w 145"/>
                                  <a:gd name="T13" fmla="*/ 3232 h 32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5" h="3232">
                                    <a:moveTo>
                                      <a:pt x="88" y="0"/>
                                    </a:moveTo>
                                    <a:cubicBezTo>
                                      <a:pt x="52" y="71"/>
                                      <a:pt x="16" y="143"/>
                                      <a:pt x="8" y="264"/>
                                    </a:cubicBezTo>
                                    <a:cubicBezTo>
                                      <a:pt x="0" y="385"/>
                                      <a:pt x="20" y="523"/>
                                      <a:pt x="40" y="728"/>
                                    </a:cubicBezTo>
                                    <a:cubicBezTo>
                                      <a:pt x="60" y="933"/>
                                      <a:pt x="111" y="1232"/>
                                      <a:pt x="128" y="1496"/>
                                    </a:cubicBezTo>
                                    <a:cubicBezTo>
                                      <a:pt x="145" y="1760"/>
                                      <a:pt x="144" y="2099"/>
                                      <a:pt x="144" y="2312"/>
                                    </a:cubicBezTo>
                                    <a:cubicBezTo>
                                      <a:pt x="144" y="2525"/>
                                      <a:pt x="140" y="2623"/>
                                      <a:pt x="128" y="2776"/>
                                    </a:cubicBezTo>
                                    <a:cubicBezTo>
                                      <a:pt x="116" y="2929"/>
                                      <a:pt x="94" y="3080"/>
                                      <a:pt x="72" y="3232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F2B36F" id="Freeform 556" o:spid="_x0000_s1026" style="position:absolute;margin-left:354.9pt;margin-top:178.35pt;width:7.25pt;height:161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5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" path="m88,c52,71,16,143,8,264,,385,20,523,40,728v20,205,71,504,88,768c145,1760,144,2099,144,2312v,213,-4,311,-16,464c116,2929,94,3080,72,3232e" filled="f" strokecolor="navy" strokeweight="2.25pt">
                      <v:path arrowok="t" o:connecttype="custom" o:connectlocs="55880,0;5080,167640;25400,462280;81280,949960;91440,1468120;81280,1762760;45720,205232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466725</wp:posOffset>
                      </wp:positionV>
                      <wp:extent cx="629285" cy="3688080"/>
                      <wp:effectExtent l="19685" t="21590" r="17780" b="1460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285" cy="3688080"/>
                              </a:xfrm>
                              <a:custGeom>
                                <a:avLst/>
                                <a:gdLst>
                                  <a:gd name="T0" fmla="*/ 60 w 991"/>
                                  <a:gd name="T1" fmla="*/ 0 h 5808"/>
                                  <a:gd name="T2" fmla="*/ 12 w 991"/>
                                  <a:gd name="T3" fmla="*/ 568 h 5808"/>
                                  <a:gd name="T4" fmla="*/ 132 w 991"/>
                                  <a:gd name="T5" fmla="*/ 1176 h 5808"/>
                                  <a:gd name="T6" fmla="*/ 756 w 991"/>
                                  <a:gd name="T7" fmla="*/ 2184 h 5808"/>
                                  <a:gd name="T8" fmla="*/ 972 w 991"/>
                                  <a:gd name="T9" fmla="*/ 2776 h 5808"/>
                                  <a:gd name="T10" fmla="*/ 868 w 991"/>
                                  <a:gd name="T11" fmla="*/ 3648 h 5808"/>
                                  <a:gd name="T12" fmla="*/ 620 w 991"/>
                                  <a:gd name="T13" fmla="*/ 4664 h 5808"/>
                                  <a:gd name="T14" fmla="*/ 316 w 991"/>
                                  <a:gd name="T15" fmla="*/ 5512 h 5808"/>
                                  <a:gd name="T16" fmla="*/ 268 w 991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991" h="5808">
                                    <a:moveTo>
                                      <a:pt x="60" y="0"/>
                                    </a:moveTo>
                                    <a:cubicBezTo>
                                      <a:pt x="30" y="186"/>
                                      <a:pt x="0" y="372"/>
                                      <a:pt x="12" y="568"/>
                                    </a:cubicBezTo>
                                    <a:cubicBezTo>
                                      <a:pt x="24" y="764"/>
                                      <a:pt x="8" y="907"/>
                                      <a:pt x="132" y="1176"/>
                                    </a:cubicBezTo>
                                    <a:cubicBezTo>
                                      <a:pt x="256" y="1445"/>
                                      <a:pt x="616" y="1917"/>
                                      <a:pt x="756" y="2184"/>
                                    </a:cubicBezTo>
                                    <a:cubicBezTo>
                                      <a:pt x="896" y="2451"/>
                                      <a:pt x="953" y="2532"/>
                                      <a:pt x="972" y="2776"/>
                                    </a:cubicBezTo>
                                    <a:cubicBezTo>
                                      <a:pt x="991" y="3020"/>
                                      <a:pt x="927" y="3333"/>
                                      <a:pt x="868" y="3648"/>
                                    </a:cubicBezTo>
                                    <a:cubicBezTo>
                                      <a:pt x="809" y="3963"/>
                                      <a:pt x="712" y="4353"/>
                                      <a:pt x="620" y="4664"/>
                                    </a:cubicBezTo>
                                    <a:cubicBezTo>
                                      <a:pt x="528" y="4975"/>
                                      <a:pt x="375" y="5321"/>
                                      <a:pt x="316" y="5512"/>
                                    </a:cubicBezTo>
                                    <a:cubicBezTo>
                                      <a:pt x="257" y="5703"/>
                                      <a:pt x="262" y="5755"/>
                                      <a:pt x="268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F6C224" id="Freeform 555" o:spid="_x0000_s1026" style="position:absolute;margin-left:151.1pt;margin-top:36.75pt;width:49.55pt;height:29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1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" path="m60,c30,186,,372,12,568,24,764,8,907,132,1176v124,269,484,741,624,1008c896,2451,953,2532,972,2776v19,244,-45,557,-104,872c809,3963,712,4353,620,4664v-92,311,-245,657,-304,848c257,5703,262,5755,268,5808e" filled="f" strokecolor="navy" strokeweight="2.25pt">
                      <v:path arrowok="t" o:connecttype="custom" o:connectlocs="38100,0;7620,360680;83820,746760;480060,1386840;617220,1762760;551180,2316480;393700,2961640;200660,3500120;170180,3688080" o:connectangles="0,0,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E594CE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CB7230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E75D3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E31A95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E75D3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F872B5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8EAA95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4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8F1210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1C433AC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E75D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 and competent.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E75D3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 and competent.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E75D3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 incompetent perforators seen.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Other 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E75D3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Normal ABPI bilaterally (reported in full separately).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E75D3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Robert James – Clinical Vascular Scientist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75D3" w:rsidRDefault="00EE75D3">
      <w:r>
        <w:separator/>
      </w:r>
    </w:p>
  </w:endnote>
  <w:endnote w:type="continuationSeparator" w:id="0">
    <w:p w:rsidR="00EE75D3" w:rsidRDefault="00EE7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75D3" w:rsidRDefault="00EE75D3">
      <w:r>
        <w:separator/>
      </w:r>
    </w:p>
  </w:footnote>
  <w:footnote w:type="continuationSeparator" w:id="0">
    <w:p w:rsidR="00EE75D3" w:rsidRDefault="00EE7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EE75D3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5D3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645B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5D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328BA9B7"/>
  <w15:chartTrackingRefBased/>
  <w15:docId w15:val="{A0648998-CD27-48BF-97B3-3042E2E34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0</TotalTime>
  <Pages>1</Pages>
  <Words>74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dcterms:created xsi:type="dcterms:W3CDTF">2020-08-07T09:36:00Z</dcterms:created>
  <dcterms:modified xsi:type="dcterms:W3CDTF">2020-08-07T09:36:00Z</dcterms:modified>
  <cp:category>Patient Report</cp:category>
</cp:coreProperties>
</file>